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  <w:bookmarkStart w:id="0" w:name="_GoBack"/>
      <w:bookmarkEnd w:id="0"/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A4660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6D36">
        <w:rPr>
          <w:rFonts w:ascii="Corbel" w:hAnsi="Corbel"/>
          <w:i/>
          <w:smallCaps/>
          <w:sz w:val="24"/>
          <w:szCs w:val="24"/>
        </w:rPr>
        <w:t>2020-2023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8B45FA" w14:textId="30AD6659" w:rsidR="0085747A" w:rsidRPr="009C54AE" w:rsidRDefault="00445970" w:rsidP="001022B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16D36">
        <w:rPr>
          <w:rFonts w:ascii="Corbel" w:hAnsi="Corbel"/>
          <w:sz w:val="20"/>
          <w:szCs w:val="20"/>
        </w:rPr>
        <w:t>2021/2022</w:t>
      </w: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DFE3C3F" w:rsidR="0085747A" w:rsidRPr="009C54AE" w:rsidRDefault="00A707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EC83ACB" w:rsidR="0085747A" w:rsidRPr="009C54AE" w:rsidRDefault="00A707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69496CD7" w:rsidR="0085747A" w:rsidRPr="009C54AE" w:rsidRDefault="008E5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7D76B2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5E81046" w:rsidR="00015B8F" w:rsidRPr="009C54AE" w:rsidRDefault="008E5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FD009F3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25AC5F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62FBA">
        <w:rPr>
          <w:rFonts w:ascii="Corbel" w:hAnsi="Corbel"/>
          <w:b w:val="0"/>
          <w:smallCaps w:val="0"/>
          <w:szCs w:val="24"/>
        </w:rPr>
        <w:t>praca projektowa</w:t>
      </w:r>
    </w:p>
    <w:p w14:paraId="2619C54F" w14:textId="65E4FBDE" w:rsidR="009C54AE" w:rsidRDefault="007407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9F4E50" w14:textId="77777777" w:rsidR="007407F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5991DD0" w:rsidR="0085747A" w:rsidRPr="009C54AE" w:rsidRDefault="007407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3573F1C8" w14:textId="6BAA7E4D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</w:p>
        </w:tc>
      </w:tr>
      <w:tr w:rsidR="00F56B39" w:rsidRPr="009C54AE" w14:paraId="72E03DD1" w14:textId="77777777" w:rsidTr="00F56B39">
        <w:tc>
          <w:tcPr>
            <w:tcW w:w="9520" w:type="dxa"/>
          </w:tcPr>
          <w:p w14:paraId="33738C75" w14:textId="06BC2DF0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edukacyjne: struktura systemu oświaty, administracja i nadzór, finansowanie szkoły, nauczyciele, programy nauczania, egzaminy, ocena skuteczności szkoły, reformy oświatowe, problemy do rozwiązania na przyszłość (Polska, Anglia, Francja, Hiszpania, Niemcy, Rosja, Szwecja, Włochy)</w:t>
            </w:r>
          </w:p>
        </w:tc>
      </w:tr>
      <w:tr w:rsidR="00F56B39" w:rsidRPr="009C54AE" w14:paraId="40E69BBF" w14:textId="77777777" w:rsidTr="00F56B39">
        <w:tc>
          <w:tcPr>
            <w:tcW w:w="9520" w:type="dxa"/>
          </w:tcPr>
          <w:p w14:paraId="7DC670E9" w14:textId="69F1C706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edukacyjne: struktura systemu oświaty, administracja i nadzór, finansowanie szkoły, nauczyciele, programy nauczania, egzaminy, ocena skuteczności szkoły, reformy oświatowe, problemy do rozwiązania na przyszłość (Brazylia, Chiny, Egipt, Indie, Iran, Izrael, Japonia, USA)</w:t>
            </w:r>
          </w:p>
        </w:tc>
      </w:tr>
      <w:tr w:rsidR="00F56B39" w:rsidRPr="009C54AE" w14:paraId="575C7190" w14:textId="77777777" w:rsidTr="00F56B39">
        <w:tc>
          <w:tcPr>
            <w:tcW w:w="9520" w:type="dxa"/>
          </w:tcPr>
          <w:p w14:paraId="265CF62A" w14:textId="107D8605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 xml:space="preserve">Ogólna analiza komparatystyczna systemów edukacji: cele oświaty, progi szkolne, wiek uczniów na progach szkolnych, obowiązek szkolny, rola i znaczenie egzaminów, skale ocen szkolnych, inspekcja i kontrola, finansowanie oświaty, status nauczycieli, programy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nauczania, reformy oświatowe)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432835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6A693BC5" w:rsidR="0085747A" w:rsidRPr="00153C41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3B662E0D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5A01852F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075F3B7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4D975F5" w:rsidR="0085747A" w:rsidRPr="009C54AE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38503" w14:textId="7D44F16F" w:rsidR="00400B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</w:t>
            </w:r>
            <w:r w:rsidR="00400BC3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C1FF6C" w14:textId="60DEB609" w:rsidR="00C61DC5" w:rsidRPr="009C54AE" w:rsidRDefault="005160A6" w:rsidP="005160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205A607C" w14:textId="77777777" w:rsidR="00C61DC5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2</w:t>
            </w:r>
          </w:p>
          <w:p w14:paraId="7E7072C0" w14:textId="53908898" w:rsidR="00400BC3" w:rsidRPr="009C54AE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221BB61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11DE5DAF" w:rsidR="00C61DC5" w:rsidRPr="009C54AE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6B35D1C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8C3FBBF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5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77777777" w:rsid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9" w:history="1"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>Pedagogika porównawcza: problemy, stan badań i perspektywy rozwoju. Oficyna Wydawnicza "Impuls" / - Kraków, 2014.</w:t>
              </w:r>
            </w:hyperlink>
          </w:p>
          <w:p w14:paraId="72101553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0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128E6560" w14:textId="4FA78DE6" w:rsidR="008966C5" w:rsidRPr="00651D08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Strategie reform oświatowych na świecie. Wyd. IBE, Warszawa 2003.</w:t>
            </w:r>
          </w:p>
          <w:p w14:paraId="7BD3D0A3" w14:textId="6BBBDE66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Współczesne systemy edukacyjne. Wyd. IBE, Warszawa 2000.</w:t>
            </w:r>
          </w:p>
          <w:p w14:paraId="214FF268" w14:textId="68C1FADD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hyperlink r:id="rId11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 - Wyd. 2 popr. i uzup. "Żak" Warszawa, 2007.</w:t>
              </w:r>
            </w:hyperlink>
          </w:p>
          <w:p w14:paraId="2E59BFDF" w14:textId="77777777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Vanova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porównawcza [w:] Pedagogika. Red. B. Śliwerski, tom 2. GWP, Gdańsk 2006.</w:t>
            </w:r>
          </w:p>
          <w:p w14:paraId="56070F37" w14:textId="7B9A80E6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 ministerstw edukacji państw wymienionych w treściach programowych;</w:t>
            </w:r>
          </w:p>
        </w:tc>
      </w:tr>
      <w:tr w:rsidR="0085747A" w:rsidRPr="00A70765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FDA626" w14:textId="77777777" w:rsidR="00651D08" w:rsidRP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Błażejewski W., Pedagogika porównawcza, materiały pomocnicze dla studentów. Wyd. UR. Rzeszów 2006</w:t>
            </w:r>
          </w:p>
          <w:p w14:paraId="182ABAA9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O zmianach w edukacji. Konteksty, zagrożenia i możliwości. Wyd. Akademii Bydgoskiej, 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Bygdoszcz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4D529988" w14:textId="6E6ABF21" w:rsidR="008966C5" w:rsidRPr="00A70765" w:rsidRDefault="008966C5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Prucha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J., Pedagogika porównawcza. Podręcznik akademicki. </w:t>
            </w:r>
            <w:r w:rsidRPr="00A707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PWN, Warszawa 2004</w:t>
            </w:r>
          </w:p>
          <w:p w14:paraId="04847B7C" w14:textId="3C1BB9AC" w:rsidR="008966C5" w:rsidRPr="00A70765" w:rsidRDefault="008966C5" w:rsidP="008966C5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A707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Comparative Education Review (http://www.jstor.org/action/showPublication?journalCode=compeducrevi)</w:t>
            </w:r>
          </w:p>
        </w:tc>
      </w:tr>
    </w:tbl>
    <w:p w14:paraId="394F695F" w14:textId="77777777" w:rsidR="0085747A" w:rsidRPr="00A707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8A2DDD" w14:textId="77777777" w:rsidR="0085747A" w:rsidRPr="00A707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FEFB5" w14:textId="77777777" w:rsidR="00F633C3" w:rsidRDefault="00F633C3" w:rsidP="00C16ABF">
      <w:pPr>
        <w:spacing w:after="0" w:line="240" w:lineRule="auto"/>
      </w:pPr>
      <w:r>
        <w:separator/>
      </w:r>
    </w:p>
  </w:endnote>
  <w:endnote w:type="continuationSeparator" w:id="0">
    <w:p w14:paraId="47AF20A9" w14:textId="77777777" w:rsidR="00F633C3" w:rsidRDefault="00F633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D2D6B" w14:textId="77777777" w:rsidR="00F633C3" w:rsidRDefault="00F633C3" w:rsidP="00C16ABF">
      <w:pPr>
        <w:spacing w:after="0" w:line="240" w:lineRule="auto"/>
      </w:pPr>
      <w:r>
        <w:separator/>
      </w:r>
    </w:p>
  </w:footnote>
  <w:footnote w:type="continuationSeparator" w:id="0">
    <w:p w14:paraId="50D3703C" w14:textId="77777777" w:rsidR="00F633C3" w:rsidRDefault="00F633C3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06B"/>
    <w:rsid w:val="001022B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46"/>
    <w:rsid w:val="003853C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C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E344E"/>
    <w:rsid w:val="004F1551"/>
    <w:rsid w:val="004F55A3"/>
    <w:rsid w:val="0050496F"/>
    <w:rsid w:val="00513B6F"/>
    <w:rsid w:val="005160A6"/>
    <w:rsid w:val="00517C63"/>
    <w:rsid w:val="00526C94"/>
    <w:rsid w:val="005363C4"/>
    <w:rsid w:val="00536BDE"/>
    <w:rsid w:val="00543ACC"/>
    <w:rsid w:val="0055085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040"/>
    <w:rsid w:val="007327BD"/>
    <w:rsid w:val="00734608"/>
    <w:rsid w:val="007407FE"/>
    <w:rsid w:val="00745302"/>
    <w:rsid w:val="007461D6"/>
    <w:rsid w:val="00746EC8"/>
    <w:rsid w:val="00752246"/>
    <w:rsid w:val="00763BF1"/>
    <w:rsid w:val="007666CD"/>
    <w:rsid w:val="00766FD4"/>
    <w:rsid w:val="0078168C"/>
    <w:rsid w:val="00787C2A"/>
    <w:rsid w:val="00790E27"/>
    <w:rsid w:val="007A4022"/>
    <w:rsid w:val="007A5CF3"/>
    <w:rsid w:val="007A6E6E"/>
    <w:rsid w:val="007C3299"/>
    <w:rsid w:val="007C3BCC"/>
    <w:rsid w:val="007C4546"/>
    <w:rsid w:val="007D6E56"/>
    <w:rsid w:val="007D6E75"/>
    <w:rsid w:val="007F1652"/>
    <w:rsid w:val="007F4155"/>
    <w:rsid w:val="008121EE"/>
    <w:rsid w:val="0081554D"/>
    <w:rsid w:val="0081707E"/>
    <w:rsid w:val="008449B3"/>
    <w:rsid w:val="0085747A"/>
    <w:rsid w:val="00884922"/>
    <w:rsid w:val="00885F64"/>
    <w:rsid w:val="0089059F"/>
    <w:rsid w:val="008917F9"/>
    <w:rsid w:val="00893A53"/>
    <w:rsid w:val="008966C5"/>
    <w:rsid w:val="008A45F7"/>
    <w:rsid w:val="008C0CC0"/>
    <w:rsid w:val="008C19A9"/>
    <w:rsid w:val="008C379D"/>
    <w:rsid w:val="008C5147"/>
    <w:rsid w:val="008C5359"/>
    <w:rsid w:val="008C5363"/>
    <w:rsid w:val="008D3DFB"/>
    <w:rsid w:val="008E548D"/>
    <w:rsid w:val="008E64F4"/>
    <w:rsid w:val="008F12C9"/>
    <w:rsid w:val="008F6E29"/>
    <w:rsid w:val="00906DAC"/>
    <w:rsid w:val="00916188"/>
    <w:rsid w:val="00923D7D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765"/>
    <w:rsid w:val="00A84C85"/>
    <w:rsid w:val="00A97DE1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2FBA"/>
    <w:rsid w:val="00C67E92"/>
    <w:rsid w:val="00C70A26"/>
    <w:rsid w:val="00C72D49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D36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9"/>
    <w:rsid w:val="00F617C3"/>
    <w:rsid w:val="00F633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E200-E941-4452-844A-C5ADFD5A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2019-12-19T12:45:00Z</cp:lastPrinted>
  <dcterms:created xsi:type="dcterms:W3CDTF">2019-10-23T08:38:00Z</dcterms:created>
  <dcterms:modified xsi:type="dcterms:W3CDTF">2021-10-04T07:16:00Z</dcterms:modified>
</cp:coreProperties>
</file>